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2BD50E4-AC4A-465D-97A8-46C3CC43CEC3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